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73" w:rsidRDefault="00B5497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Vanilla Twilight lyrics</w:t>
      </w:r>
    </w:p>
    <w:p w:rsidR="00B54973" w:rsidRDefault="00B54973">
      <w:pPr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Songwriters: Young, Adam;</w:t>
      </w:r>
    </w:p>
    <w:p w:rsidR="00B54973" w:rsidRDefault="00B54973"/>
    <w:p w:rsidR="00B54973" w:rsidRDefault="00B54973">
      <w:r>
        <w:t>The stars lean down to kiss you</w:t>
      </w:r>
    </w:p>
    <w:p w:rsidR="00B54973" w:rsidRDefault="00B54973">
      <w:r>
        <w:t>And I lie awake and miss you</w:t>
      </w:r>
    </w:p>
    <w:p w:rsidR="00B54973" w:rsidRDefault="00B54973">
      <w:r>
        <w:t>Pour me a heavy dose of atmosphere</w:t>
      </w:r>
    </w:p>
    <w:p w:rsidR="00B54973" w:rsidRDefault="00B54973"/>
    <w:p w:rsidR="00B54973" w:rsidRDefault="00B54973">
      <w:r>
        <w:t>'Cause I'll doze off safe and soundly</w:t>
      </w:r>
    </w:p>
    <w:p w:rsidR="00B54973" w:rsidRDefault="00B54973">
      <w:r>
        <w:t>But I'll miss your arms around me</w:t>
      </w:r>
    </w:p>
    <w:p w:rsidR="00B54973" w:rsidRDefault="00B54973">
      <w:r>
        <w:t>I'd send a postcard to you, dear</w:t>
      </w:r>
    </w:p>
    <w:p w:rsidR="00B54973" w:rsidRDefault="00B54973">
      <w:r>
        <w:t>'Cause I wish you were here</w:t>
      </w:r>
    </w:p>
    <w:p w:rsidR="00B54973" w:rsidRDefault="00B54973"/>
    <w:p w:rsidR="00B54973" w:rsidRDefault="00B54973">
      <w:r>
        <w:t>I'll watch the night turn light-blue</w:t>
      </w:r>
    </w:p>
    <w:p w:rsidR="00B54973" w:rsidRDefault="00B54973">
      <w:r>
        <w:t>But it's not the same without you</w:t>
      </w:r>
    </w:p>
    <w:p w:rsidR="00B54973" w:rsidRDefault="00B54973">
      <w:r>
        <w:t>Because it takes two to whisper quietly</w:t>
      </w:r>
    </w:p>
    <w:p w:rsidR="00B54973" w:rsidRDefault="00B54973"/>
    <w:p w:rsidR="00B54973" w:rsidRDefault="00B54973">
      <w:r>
        <w:t>The silence isn't so bad</w:t>
      </w:r>
    </w:p>
    <w:p w:rsidR="00B54973" w:rsidRDefault="00B54973">
      <w:r>
        <w:t>'Til I look at my hands and feel sad</w:t>
      </w:r>
    </w:p>
    <w:p w:rsidR="00B54973" w:rsidRDefault="00B54973">
      <w:r>
        <w:t>'Cause the spaces between my fingers</w:t>
      </w:r>
    </w:p>
    <w:p w:rsidR="00B54973" w:rsidRDefault="00B54973">
      <w:r>
        <w:t>Are right where yours fit perfectly</w:t>
      </w:r>
    </w:p>
    <w:p w:rsidR="00B54973" w:rsidRDefault="00B54973"/>
    <w:p w:rsidR="00B54973" w:rsidRDefault="00B54973">
      <w:r>
        <w:t>I'll find repose in new ways</w:t>
      </w:r>
    </w:p>
    <w:p w:rsidR="00B54973" w:rsidRDefault="00B54973">
      <w:r>
        <w:t>Though I haven't slept in two days</w:t>
      </w:r>
    </w:p>
    <w:p w:rsidR="00B54973" w:rsidRDefault="00B54973">
      <w:r>
        <w:t>'Cause cold nostalgia</w:t>
      </w:r>
    </w:p>
    <w:p w:rsidR="00B54973" w:rsidRDefault="00B54973">
      <w:r>
        <w:t>Chills me to the bone</w:t>
      </w:r>
    </w:p>
    <w:p w:rsidR="00B54973" w:rsidRDefault="00B54973"/>
    <w:p w:rsidR="00B54973" w:rsidRDefault="00B54973">
      <w:r>
        <w:t>But drenched in vanilla twilight</w:t>
      </w:r>
    </w:p>
    <w:p w:rsidR="00B54973" w:rsidRDefault="00B54973">
      <w:r>
        <w:t>I'll sit on the front porch all night</w:t>
      </w:r>
    </w:p>
    <w:p w:rsidR="00B54973" w:rsidRDefault="00B54973">
      <w:r>
        <w:t>Waist-deep in thought because</w:t>
      </w:r>
    </w:p>
    <w:p w:rsidR="00B54973" w:rsidRDefault="00B54973">
      <w:r>
        <w:t>When I think of you I don't feel so alone</w:t>
      </w:r>
    </w:p>
    <w:p w:rsidR="00B54973" w:rsidRDefault="00B54973"/>
    <w:p w:rsidR="00B54973" w:rsidRDefault="00B54973">
      <w:r>
        <w:t>I don't feel so alone, I don't feel so alone</w:t>
      </w:r>
    </w:p>
    <w:p w:rsidR="00B54973" w:rsidRDefault="00B54973"/>
    <w:p w:rsidR="00B54973" w:rsidRDefault="00B54973">
      <w:r>
        <w:t>As many times as I blink</w:t>
      </w:r>
    </w:p>
    <w:p w:rsidR="00B54973" w:rsidRDefault="00B54973">
      <w:r>
        <w:t>I'll think of you tonight</w:t>
      </w:r>
    </w:p>
    <w:p w:rsidR="00B54973" w:rsidRDefault="00B54973">
      <w:r>
        <w:t>I'll think of you tonight</w:t>
      </w:r>
    </w:p>
    <w:p w:rsidR="00B54973" w:rsidRDefault="00B54973"/>
    <w:p w:rsidR="00B54973" w:rsidRDefault="00B54973">
      <w:r>
        <w:t>When violet eyes get brighter</w:t>
      </w:r>
    </w:p>
    <w:p w:rsidR="00B54973" w:rsidRDefault="00B54973">
      <w:r>
        <w:t>And heavy wings grow lighter</w:t>
      </w:r>
    </w:p>
    <w:p w:rsidR="00B54973" w:rsidRDefault="00B54973">
      <w:r>
        <w:t>I'll taste the sky and feel alive again</w:t>
      </w:r>
    </w:p>
    <w:p w:rsidR="00B54973" w:rsidRDefault="00B54973"/>
    <w:p w:rsidR="00B54973" w:rsidRDefault="00B54973">
      <w:r>
        <w:t>And I'll forget the world that I knew</w:t>
      </w:r>
    </w:p>
    <w:p w:rsidR="00B54973" w:rsidRDefault="00B54973">
      <w:r>
        <w:t xml:space="preserve">But I swear </w:t>
      </w:r>
      <w:r>
        <w:rPr>
          <w:noProof/>
        </w:rPr>
        <w:pict>
          <v:rect id="_x0000_s1026" style="position:absolute;margin-left:187.5pt;margin-top:-23.25pt;width:19.5pt;height:613.5pt;z-index:251658240;mso-position-horizontal-relative:text;mso-position-vertical-relative:text">
            <v:textbox inset="8pt">
              <w:txbxContent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A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A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B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C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C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B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B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D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D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C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E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E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C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F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F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G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H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H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G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G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I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J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J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K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K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L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A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A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B</w:t>
                  </w:r>
                </w:p>
                <w:p w:rsidR="00B54973" w:rsidRDefault="00B54973">
                  <w:pPr>
                    <w:rPr>
                      <w:rFonts w:cstheme="minorBidi"/>
                      <w:kern w:val="0"/>
                      <w:sz w:val="24"/>
                      <w:szCs w:val="24"/>
                    </w:rPr>
                  </w:pPr>
                  <w:r>
                    <w:rPr>
                      <w:rFonts w:cstheme="minorBidi"/>
                      <w:kern w:val="0"/>
                      <w:sz w:val="24"/>
                      <w:szCs w:val="24"/>
                    </w:rPr>
                    <w:t>B</w:t>
                  </w:r>
                </w:p>
              </w:txbxContent>
            </v:textbox>
            <w10:wrap type="square"/>
          </v:rect>
        </w:pict>
      </w:r>
      <w:r>
        <w:t>I won't forget you</w:t>
      </w:r>
    </w:p>
    <w:p w:rsidR="00B54973" w:rsidRDefault="00B54973">
      <w:r>
        <w:t>Oh, if my voice could reach</w:t>
      </w:r>
    </w:p>
    <w:p w:rsidR="00B54973" w:rsidRDefault="00B54973">
      <w:r>
        <w:t>Back through the past</w:t>
      </w:r>
    </w:p>
    <w:p w:rsidR="00B54973" w:rsidRDefault="00B54973">
      <w:r>
        <w:t>I'd whisper in your ear</w:t>
      </w:r>
    </w:p>
    <w:p w:rsidR="00B54973" w:rsidRDefault="00B54973">
      <w:r>
        <w:t>Oh darling, I wish you were here</w:t>
      </w:r>
    </w:p>
    <w:p w:rsidR="00B54973" w:rsidRDefault="00B54973"/>
    <w:p w:rsidR="00B54973" w:rsidRDefault="00B54973"/>
    <w:p w:rsidR="00B54973" w:rsidRDefault="00B54973"/>
    <w:p w:rsidR="00B54973" w:rsidRDefault="00B54973"/>
    <w:p w:rsidR="00B54973" w:rsidRDefault="00B54973"/>
    <w:p w:rsidR="00B54973" w:rsidRDefault="00B54973"/>
    <w:p w:rsidR="00B54973" w:rsidRDefault="00B54973"/>
    <w:p w:rsidR="00B54973" w:rsidRDefault="00B54973"/>
    <w:p w:rsidR="00B54973" w:rsidRDefault="00B54973"/>
    <w:p w:rsidR="00B54973" w:rsidRDefault="00B54973"/>
    <w:p w:rsidR="00B54973" w:rsidRDefault="00B54973"/>
    <w:p w:rsidR="00B54973" w:rsidRDefault="00B54973">
      <w:r>
        <w:t>He really misses her, and cannot sleep because he is thinking about her.</w:t>
      </w:r>
    </w:p>
    <w:p w:rsidR="00B54973" w:rsidRDefault="00B54973"/>
    <w:p w:rsidR="00B54973" w:rsidRDefault="00B54973"/>
    <w:p w:rsidR="00B54973" w:rsidRDefault="00B54973">
      <w:r>
        <w:t>He is saying eventually he will fall asleep, but will still be missing her. H wishes she was with him.</w:t>
      </w:r>
    </w:p>
    <w:p w:rsidR="00B54973" w:rsidRDefault="00B54973"/>
    <w:p w:rsidR="00B54973" w:rsidRDefault="00B54973"/>
    <w:p w:rsidR="00B54973" w:rsidRDefault="00B54973">
      <w:r>
        <w:t>As he lies awake he will stare at the sky thinking about how she is not there. He also misses how they use to talk together.</w:t>
      </w:r>
    </w:p>
    <w:p w:rsidR="00B54973" w:rsidRDefault="00B54973"/>
    <w:p w:rsidR="00B54973" w:rsidRDefault="00B54973">
      <w:r>
        <w:t>He admits that the quiet is not the problem, but he just misses her not being there.</w:t>
      </w:r>
    </w:p>
    <w:p w:rsidR="00B54973" w:rsidRDefault="00B54973"/>
    <w:p w:rsidR="00B54973" w:rsidRDefault="00B54973"/>
    <w:p w:rsidR="00B54973" w:rsidRDefault="00B54973"/>
    <w:p w:rsidR="00B54973" w:rsidRDefault="00B54973">
      <w:r>
        <w:t>Eventually he will move on, but it will not be soon. Because he remembers all the good times they had.</w:t>
      </w:r>
    </w:p>
    <w:p w:rsidR="00B54973" w:rsidRDefault="00B54973"/>
    <w:p w:rsidR="00B54973" w:rsidRDefault="00B54973"/>
    <w:p w:rsidR="00B54973" w:rsidRDefault="00B54973">
      <w:r>
        <w:t>He stays awake because when he thinks of how they use to be it helps him not feel so bad.</w:t>
      </w:r>
    </w:p>
    <w:p w:rsidR="00B54973" w:rsidRDefault="00B54973"/>
    <w:p w:rsidR="00B54973" w:rsidRDefault="00B54973"/>
    <w:p w:rsidR="00B54973" w:rsidRDefault="00B54973"/>
    <w:p w:rsidR="00B54973" w:rsidRDefault="00B54973">
      <w:r>
        <w:t>He will not feel as alone.</w:t>
      </w:r>
    </w:p>
    <w:p w:rsidR="00B54973" w:rsidRDefault="00B54973"/>
    <w:p w:rsidR="00B54973" w:rsidRDefault="00B54973">
      <w:r>
        <w:t>As many times as he tries to move on, and forget her, he cannot.</w:t>
      </w:r>
    </w:p>
    <w:p w:rsidR="00B54973" w:rsidRDefault="00B54973"/>
    <w:p w:rsidR="00B54973" w:rsidRDefault="00B54973"/>
    <w:p w:rsidR="00B54973" w:rsidRDefault="00B54973">
      <w:r>
        <w:t>When he is able to dull the image of  her beauty, he will not feel guilty about dating again, and be happy.</w:t>
      </w:r>
    </w:p>
    <w:p w:rsidR="00B54973" w:rsidRDefault="00B54973"/>
    <w:p w:rsidR="00000000" w:rsidRDefault="00B54973" w:rsidP="00B54973">
      <w:r>
        <w:t>His life will change, and he will move on. However he will never forget about her, because he will always wish she was there.</w:t>
      </w:r>
    </w:p>
    <w:sectPr w:rsidR="00000000" w:rsidSect="00B54973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num="2" w:sep="1"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973" w:rsidRDefault="00B54973" w:rsidP="00B54973">
      <w:r>
        <w:separator/>
      </w:r>
    </w:p>
  </w:endnote>
  <w:endnote w:type="continuationSeparator" w:id="0">
    <w:p w:rsidR="00B54973" w:rsidRDefault="00B54973" w:rsidP="00B54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973" w:rsidRDefault="00B54973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973" w:rsidRDefault="00B54973" w:rsidP="00B54973">
      <w:r>
        <w:separator/>
      </w:r>
    </w:p>
  </w:footnote>
  <w:footnote w:type="continuationSeparator" w:id="0">
    <w:p w:rsidR="00B54973" w:rsidRDefault="00B54973" w:rsidP="00B54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973" w:rsidRDefault="00B54973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"/>
    <w:docVar w:name="ColorSet" w:val=""/>
    <w:docVar w:name="StylePos" w:val=""/>
    <w:docVar w:name="StyleSet" w:val=""/>
  </w:docVars>
  <w:rsids>
    <w:rsidRoot w:val="00B54973"/>
    <w:rsid w:val="00B5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